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Formularz ofertowy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Cześć</w:t>
      </w:r>
      <w:r w:rsidRPr="00550ED0">
        <w:rPr>
          <w:rFonts w:ascii="Cambria" w:hAnsi="Cambria"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I. Dane dotyczące Wykonawcy: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Pełna nazwa i adres: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Telefon, fax, adres e-mail,  godziny pracy: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W sprawie oferty kontaktować się z: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16"/>
          <w:szCs w:val="16"/>
        </w:rPr>
      </w:pPr>
      <w:r w:rsidRPr="00550ED0">
        <w:rPr>
          <w:rFonts w:ascii="Cambria" w:hAnsi="Cambria"/>
          <w:b/>
          <w:i/>
          <w:sz w:val="16"/>
          <w:szCs w:val="16"/>
        </w:rPr>
        <w:t>(w przypadku Wykonawców zagranicznych należy podać kraj, a w przypadku oferty wspólnej należy wymienić wszystkich Wykonawców ze wskazaniem Wykonawcy-Pełnomocnika i poniżej jego dane)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Osoby upoważnione do składania oświadczeń woli i zaciągania zobowiązań w imieniu Wykonawcy zgodnie z aktualnym wpisem do właściwego rejestru, o ile obowiązujące przepisy nakładają obowiązek jego posiadania, lub udzielonym pełnomocnictwem: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 Numer rachunku bankowego: …………………………………………………………………………………………………………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Numer Identyfikacji Podatkowej: …………………………………………………………………………………….………………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REGON: ………………………………………………………………………………………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Numer Rejestru Instytucji Szkoleniowej: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jc w:val="both"/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Wykonawca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jest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: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mikro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ma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ł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ym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ś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rednim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przedsi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ę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biorc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ą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* (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zaznaczy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ć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w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ł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a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ś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ciwe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)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</w:pPr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W 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odpowiedzi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na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ogłoszenie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zamówieniu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trybie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podstawowym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 – </w:t>
      </w:r>
      <w:proofErr w:type="spellStart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>numer</w:t>
      </w:r>
      <w:proofErr w:type="spellEnd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>referencyjny</w:t>
      </w:r>
      <w:proofErr w:type="spellEnd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 xml:space="preserve">  </w:t>
      </w:r>
      <w:r w:rsidR="003C3960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 xml:space="preserve">CAZ.SZ.271- </w:t>
      </w:r>
      <w:r w:rsidR="00D60739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5</w:t>
      </w:r>
      <w:r w:rsidRPr="00550ED0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/2</w:t>
      </w:r>
      <w:r w:rsidR="00C450D7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5</w:t>
      </w:r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składamy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niniejszą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ofertę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:                                                                      </w:t>
      </w:r>
    </w:p>
    <w:p w:rsidR="00550ED0" w:rsidRPr="00550ED0" w:rsidRDefault="00550ED0" w:rsidP="00550ED0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N w:val="0"/>
        <w:spacing w:after="0" w:line="240" w:lineRule="auto"/>
        <w:ind w:left="786"/>
        <w:jc w:val="both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Oświadczamy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że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zapoznaliśmy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się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ze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Specyfikacją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Warunków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i nie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wnosimy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  do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niej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zastrzeżeń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oraz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zdobyliśmy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konieczne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informacje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potrzebne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do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właściwego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wykonania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.</w:t>
      </w:r>
    </w:p>
    <w:p w:rsidR="00550ED0" w:rsidRPr="00C450D7" w:rsidRDefault="00550ED0" w:rsidP="00550ED0">
      <w:pPr>
        <w:widowControl w:val="0"/>
        <w:suppressAutoHyphens/>
        <w:spacing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C450D7">
        <w:rPr>
          <w:rFonts w:ascii="Cambria" w:hAnsi="Cambria"/>
          <w:b/>
          <w:sz w:val="20"/>
          <w:szCs w:val="20"/>
        </w:rPr>
        <w:t xml:space="preserve">2. </w:t>
      </w:r>
      <w:r w:rsidRPr="00C450D7">
        <w:rPr>
          <w:rFonts w:ascii="Cambria" w:hAnsi="Cambria" w:cs="Arial"/>
          <w:b/>
          <w:sz w:val="20"/>
          <w:szCs w:val="20"/>
        </w:rPr>
        <w:t>Oferujemy wykonanie zamówienia w pełnym rzeczowym zakresie, zgodnie z opisem przedmiotu zamówienia za cenę ………………….PLN brutto (słownie zł: …………………………………………………….).</w:t>
      </w:r>
    </w:p>
    <w:p w:rsidR="00550ED0" w:rsidRPr="00550ED0" w:rsidRDefault="00550ED0" w:rsidP="00550ED0">
      <w:p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>3. Oświadczamy, że zawarte w Specyfikacji Warunków Zamówienia projektowane postanowienia umowy zostały przez nas zaakceptowane i zobowiązujemy się w przypadku wybrania naszej oferty do zawarcia umowy na wymienionych w nich warunkach w miejscu i terminie wyznaczonym przez Zamawiającego.</w:t>
      </w:r>
    </w:p>
    <w:p w:rsidR="00550ED0" w:rsidRPr="00550ED0" w:rsidRDefault="00550ED0" w:rsidP="00550E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Uważamy się za związanych niniejszą ofertą do okresu wskazanego w Rozdziale XV pkt 1 SWZ.</w:t>
      </w:r>
    </w:p>
    <w:p w:rsidR="00550ED0" w:rsidRPr="00550ED0" w:rsidRDefault="00550ED0" w:rsidP="00550E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Cambria" w:hAnsi="Cambria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Oświadczamy, że całość zamówienia wykonamy własnymi siłami.</w:t>
      </w:r>
    </w:p>
    <w:p w:rsidR="00550ED0" w:rsidRPr="00550ED0" w:rsidRDefault="00550ED0" w:rsidP="00550ED0">
      <w:pPr>
        <w:suppressAutoHyphens/>
        <w:overflowPunct w:val="0"/>
        <w:autoSpaceDN w:val="0"/>
        <w:spacing w:after="0" w:line="240" w:lineRule="auto"/>
        <w:ind w:left="426" w:hanging="284"/>
        <w:jc w:val="both"/>
        <w:textAlignment w:val="baseline"/>
        <w:rPr>
          <w:rFonts w:ascii="Cambria" w:eastAsia="Times New Roman" w:hAnsi="Cambria" w:cs="Times New Roman"/>
          <w:b/>
          <w:i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i/>
          <w:iCs/>
          <w:sz w:val="20"/>
          <w:szCs w:val="20"/>
          <w:lang w:eastAsia="ar-SA"/>
        </w:rPr>
        <w:lastRenderedPageBreak/>
        <w:tab/>
      </w:r>
      <w:r w:rsidRPr="00550ED0">
        <w:rPr>
          <w:rFonts w:ascii="Cambria" w:eastAsia="Times New Roman" w:hAnsi="Cambria" w:cs="Times New Roman"/>
          <w:b/>
          <w:i/>
          <w:iCs/>
          <w:sz w:val="20"/>
          <w:szCs w:val="20"/>
          <w:lang w:eastAsia="ar-SA"/>
        </w:rPr>
        <w:t>(*jeżeli nie, poniżej Wykonawca musi wskazać części zamówienia, których wykonanie zamierza powierzyć podwykonawcom</w:t>
      </w:r>
      <w:r w:rsidRPr="00550ED0">
        <w:rPr>
          <w:rFonts w:ascii="Cambria" w:eastAsia="Times New Roman" w:hAnsi="Cambria" w:cs="Times New Roman"/>
          <w:b/>
          <w:i/>
          <w:sz w:val="20"/>
          <w:szCs w:val="20"/>
          <w:lang w:eastAsia="ar-SA"/>
        </w:rPr>
        <w:t xml:space="preserve">) 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426" w:hanging="284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b/>
          <w:sz w:val="20"/>
          <w:szCs w:val="20"/>
          <w:lang w:eastAsia="ar-SA"/>
        </w:rPr>
        <w:tab/>
      </w: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 xml:space="preserve">powierzymy podwykonawcom wykonanie części zamówienia w zakresie </w:t>
      </w:r>
    </w:p>
    <w:p w:rsidR="00550ED0" w:rsidRPr="00550ED0" w:rsidRDefault="00550ED0" w:rsidP="00550ED0">
      <w:pPr>
        <w:widowControl w:val="0"/>
        <w:suppressAutoHyphens/>
        <w:autoSpaceDE w:val="0"/>
        <w:adjustRightInd w:val="0"/>
        <w:spacing w:after="0" w:line="360" w:lineRule="auto"/>
        <w:ind w:left="42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…….…………………………………………………………………………………………...........................................…………………………………………………………………..……………………………</w:t>
      </w:r>
      <w:r w:rsidR="002B12FD">
        <w:rPr>
          <w:rFonts w:ascii="Cambria" w:hAnsi="Cambria"/>
          <w:sz w:val="20"/>
          <w:szCs w:val="20"/>
        </w:rPr>
        <w:t>…………………………………………………………………………….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426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>(proszę również podać nazwy Podwykonawców, jeżeli są już znani)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:rsidR="00550ED0" w:rsidRPr="00550ED0" w:rsidRDefault="00550ED0" w:rsidP="00550ED0">
      <w:pPr>
        <w:tabs>
          <w:tab w:val="num" w:pos="0"/>
          <w:tab w:val="left" w:pos="240"/>
        </w:tabs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Część</w:t>
      </w: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</w:t>
      </w:r>
      <w:r w:rsidRPr="00550ED0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II. Dane dotyczące organizacji szkoleń:</w:t>
      </w:r>
    </w:p>
    <w:p w:rsidR="00550ED0" w:rsidRPr="00550ED0" w:rsidRDefault="00550ED0" w:rsidP="00550ED0">
      <w:pPr>
        <w:tabs>
          <w:tab w:val="num" w:pos="0"/>
          <w:tab w:val="left" w:pos="240"/>
        </w:tabs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:rsidR="00550ED0" w:rsidRPr="00550ED0" w:rsidRDefault="00550ED0" w:rsidP="00550ED0">
      <w:pPr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Program szkolenia - należy wypełnić</w:t>
      </w:r>
      <w:r w:rsidRPr="00550ED0">
        <w:rPr>
          <w:rFonts w:ascii="Cambria" w:hAnsi="Cambria"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wszystkie podpunkty: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 w:cs="Times New Roman"/>
          <w:b/>
          <w:bCs/>
          <w:sz w:val="20"/>
          <w:szCs w:val="20"/>
        </w:rPr>
      </w:pPr>
    </w:p>
    <w:p w:rsidR="00550ED0" w:rsidRPr="00D53F6F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 nazwa szkolenia</w:t>
      </w:r>
      <w:r w:rsidRPr="00D53F6F">
        <w:rPr>
          <w:rFonts w:ascii="Cambria" w:hAnsi="Cambria"/>
          <w:sz w:val="20"/>
          <w:szCs w:val="20"/>
        </w:rPr>
        <w:t xml:space="preserve">: </w:t>
      </w:r>
      <w:r w:rsidR="0038713F" w:rsidRPr="00D53F6F">
        <w:rPr>
          <w:rFonts w:ascii="Cambria" w:hAnsi="Cambria" w:cs="Tahoma"/>
          <w:b/>
          <w:sz w:val="20"/>
          <w:szCs w:val="20"/>
        </w:rPr>
        <w:t>„</w:t>
      </w:r>
      <w:r w:rsidR="00D60739">
        <w:rPr>
          <w:rFonts w:ascii="Cambria" w:hAnsi="Cambria" w:cstheme="minorHAnsi"/>
          <w:b/>
          <w:sz w:val="20"/>
          <w:szCs w:val="20"/>
        </w:rPr>
        <w:t>A</w:t>
      </w:r>
      <w:r w:rsidR="00A461AF">
        <w:rPr>
          <w:rFonts w:ascii="Cambria" w:hAnsi="Cambria" w:cstheme="minorHAnsi"/>
          <w:b/>
          <w:sz w:val="20"/>
          <w:szCs w:val="20"/>
        </w:rPr>
        <w:t xml:space="preserve">systentka </w:t>
      </w:r>
      <w:r w:rsidR="00D60739">
        <w:rPr>
          <w:rFonts w:ascii="Cambria" w:hAnsi="Cambria" w:cstheme="minorHAnsi"/>
          <w:b/>
          <w:sz w:val="20"/>
          <w:szCs w:val="20"/>
        </w:rPr>
        <w:t>osób niepełnosprawnych</w:t>
      </w:r>
      <w:r w:rsidR="0038713F" w:rsidRPr="00D53F6F">
        <w:rPr>
          <w:rFonts w:ascii="Cambria" w:hAnsi="Cambria" w:cs="Tahoma"/>
          <w:b/>
          <w:sz w:val="20"/>
          <w:szCs w:val="20"/>
        </w:rPr>
        <w:t>”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 xml:space="preserve"> </w:t>
      </w:r>
      <w:r w:rsidRPr="00550ED0">
        <w:rPr>
          <w:rFonts w:ascii="Cambria" w:hAnsi="Cambria"/>
          <w:bCs/>
          <w:sz w:val="20"/>
          <w:szCs w:val="20"/>
        </w:rPr>
        <w:t>z</w:t>
      </w:r>
      <w:r w:rsidRPr="00550ED0">
        <w:rPr>
          <w:rFonts w:ascii="Cambria" w:hAnsi="Cambria"/>
          <w:sz w:val="20"/>
          <w:szCs w:val="20"/>
        </w:rPr>
        <w:t>akres szkolenia: 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Cs/>
          <w:sz w:val="20"/>
          <w:szCs w:val="20"/>
        </w:rPr>
        <w:t>p</w:t>
      </w:r>
      <w:r w:rsidRPr="00550ED0">
        <w:rPr>
          <w:rFonts w:ascii="Cambria" w:hAnsi="Cambria"/>
          <w:sz w:val="20"/>
          <w:szCs w:val="20"/>
        </w:rPr>
        <w:t>lan nauczania określający tematy zajęć edukacyjnych oraz ich wymiar z uwzględnieniem części teoretycznej i części praktycznej (należy podać z uwzględnieniem kolejności realizacji poszczególnych tematów zajęć tj. chronologię prowadzonych zajęć):</w:t>
      </w:r>
    </w:p>
    <w:tbl>
      <w:tblPr>
        <w:tblW w:w="9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1798"/>
        <w:gridCol w:w="1607"/>
        <w:gridCol w:w="1936"/>
        <w:gridCol w:w="2069"/>
        <w:gridCol w:w="1343"/>
      </w:tblGrid>
      <w:tr w:rsidR="00550ED0" w:rsidRPr="00550ED0" w:rsidTr="00AA5915">
        <w:trPr>
          <w:trHeight w:val="2353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Tematy zajęć edukacyjnych ułożone chronologicznie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 xml:space="preserve">Wymiar godzinowy </w:t>
            </w:r>
            <w:r w:rsidR="00C450D7">
              <w:rPr>
                <w:rFonts w:ascii="Cambria" w:hAnsi="Cambria"/>
                <w:sz w:val="20"/>
                <w:szCs w:val="20"/>
              </w:rPr>
              <w:t xml:space="preserve">(60 min.) </w:t>
            </w:r>
            <w:r w:rsidRPr="00550ED0">
              <w:rPr>
                <w:rFonts w:ascii="Cambria" w:hAnsi="Cambria"/>
                <w:sz w:val="20"/>
                <w:szCs w:val="20"/>
              </w:rPr>
              <w:t>zajęć danego tematu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Treści szkolenia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w zakresie poszczególnych tematów zajęć edukacyjnych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C450D7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 xml:space="preserve">Forma zajęć </w:t>
            </w:r>
            <w:r w:rsidRPr="00550ED0">
              <w:rPr>
                <w:rFonts w:ascii="Cambria" w:hAnsi="Cambria"/>
                <w:sz w:val="20"/>
                <w:szCs w:val="20"/>
              </w:rPr>
              <w:br/>
              <w:t xml:space="preserve">( teoria/praktyka ) oraz liczba godzin </w:t>
            </w:r>
            <w:r w:rsidR="00C450D7">
              <w:rPr>
                <w:rFonts w:ascii="Cambria" w:hAnsi="Cambria"/>
                <w:sz w:val="20"/>
                <w:szCs w:val="20"/>
              </w:rPr>
              <w:t>zegarowych (60 min.)</w:t>
            </w:r>
            <w:r w:rsidRPr="00550ED0">
              <w:rPr>
                <w:rFonts w:ascii="Cambria" w:hAnsi="Cambria"/>
                <w:sz w:val="20"/>
                <w:szCs w:val="20"/>
              </w:rPr>
              <w:t>zajęć w poszczególnych formach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Metody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i techniki nauczania</w:t>
            </w:r>
          </w:p>
        </w:tc>
      </w:tr>
      <w:tr w:rsidR="00550ED0" w:rsidRPr="00550ED0" w:rsidTr="002B12FD">
        <w:trPr>
          <w:trHeight w:val="504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2B12FD">
        <w:trPr>
          <w:trHeight w:val="504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2B12FD">
        <w:rPr>
          <w:rFonts w:ascii="Cambria" w:hAnsi="Cambria"/>
          <w:bCs/>
          <w:sz w:val="20"/>
          <w:szCs w:val="20"/>
        </w:rPr>
        <w:t>w</w:t>
      </w:r>
      <w:r w:rsidRPr="00550ED0">
        <w:rPr>
          <w:rFonts w:ascii="Cambria" w:hAnsi="Cambria"/>
          <w:sz w:val="20"/>
          <w:szCs w:val="20"/>
        </w:rPr>
        <w:t>ykaz niezbędnej literatury oraz środków i materiałów dydaktycznych wykorzystywanych przez prowadzących zajęcia zarówno teoretyczne jak i praktyczne w trakcie realizacji programu kursu: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709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709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Cs/>
          <w:sz w:val="20"/>
          <w:szCs w:val="20"/>
        </w:rPr>
        <w:t xml:space="preserve">wykaz </w:t>
      </w:r>
      <w:r w:rsidRPr="00550ED0">
        <w:rPr>
          <w:rFonts w:ascii="Cambria" w:hAnsi="Cambria"/>
          <w:sz w:val="20"/>
          <w:szCs w:val="20"/>
        </w:rPr>
        <w:t>mater</w:t>
      </w:r>
      <w:r w:rsidR="0078207A">
        <w:rPr>
          <w:rFonts w:ascii="Cambria" w:hAnsi="Cambria"/>
          <w:sz w:val="20"/>
          <w:szCs w:val="20"/>
        </w:rPr>
        <w:t xml:space="preserve">iałów biurowych i dydaktycznych </w:t>
      </w:r>
      <w:r w:rsidRPr="00550ED0">
        <w:rPr>
          <w:rFonts w:ascii="Cambria" w:hAnsi="Cambria"/>
          <w:sz w:val="20"/>
          <w:szCs w:val="20"/>
        </w:rPr>
        <w:t>przekazanych nieodpłatnie uczestnikom kursu:</w:t>
      </w:r>
    </w:p>
    <w:p w:rsidR="00280ACC" w:rsidRPr="00280ACC" w:rsidRDefault="00550ED0" w:rsidP="00280ACC">
      <w:pPr>
        <w:autoSpaceDE w:val="0"/>
        <w:autoSpaceDN w:val="0"/>
        <w:adjustRightInd w:val="0"/>
        <w:spacing w:after="0" w:line="240" w:lineRule="auto"/>
        <w:ind w:left="708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</w:t>
      </w:r>
      <w:r w:rsid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</w:t>
      </w: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</w:t>
      </w:r>
      <w:r w:rsidR="00280ACC">
        <w:rPr>
          <w:rFonts w:ascii="Cambria" w:eastAsia="Times New Roman" w:hAnsi="Cambria" w:cs="Times New Roman"/>
          <w:sz w:val="20"/>
          <w:szCs w:val="20"/>
          <w:lang w:eastAsia="pl-PL"/>
        </w:rPr>
        <w:t>....</w:t>
      </w: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</w:t>
      </w:r>
      <w:r w:rsidR="00280ACC" w:rsidRPr="00280ACC">
        <w:rPr>
          <w:rFonts w:ascii="Cambria" w:eastAsia="TimesNewRoman" w:hAnsi="Cambria" w:cs="Times New Roman"/>
          <w:sz w:val="20"/>
          <w:szCs w:val="20"/>
          <w:lang w:eastAsia="pl-PL"/>
        </w:rPr>
        <w:t xml:space="preserve"> </w:t>
      </w:r>
    </w:p>
    <w:p w:rsidR="00280ACC" w:rsidRPr="00280ACC" w:rsidRDefault="00280ACC" w:rsidP="00280ACC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</w:p>
    <w:p w:rsidR="00280ACC" w:rsidRPr="00280ACC" w:rsidRDefault="00280ACC" w:rsidP="00280ACC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</w:p>
    <w:p w:rsidR="00280ACC" w:rsidRPr="00BE5C4A" w:rsidRDefault="00280ACC" w:rsidP="00280AC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  <w:r w:rsidRPr="00280ACC">
        <w:rPr>
          <w:rFonts w:ascii="Cambria" w:eastAsia="TimesNewRoman" w:hAnsi="Cambria" w:cs="Times New Roman"/>
          <w:sz w:val="20"/>
          <w:szCs w:val="20"/>
          <w:lang w:eastAsia="pl-PL"/>
        </w:rPr>
        <w:t>Wykaz narzędzi, wyposażenia zakładu lub urządzeń technicznych</w:t>
      </w:r>
      <w:r w:rsidR="009F7903">
        <w:rPr>
          <w:rFonts w:ascii="Cambria" w:eastAsia="TimesNewRoman" w:hAnsi="Cambria" w:cs="Times New Roman"/>
          <w:sz w:val="20"/>
          <w:szCs w:val="20"/>
          <w:lang w:eastAsia="pl-PL"/>
        </w:rPr>
        <w:t xml:space="preserve"> </w:t>
      </w:r>
      <w:r w:rsidRPr="00280ACC">
        <w:rPr>
          <w:rFonts w:ascii="Cambria" w:eastAsia="TimesNewRoman" w:hAnsi="Cambria" w:cs="Times New Roman"/>
          <w:sz w:val="20"/>
          <w:szCs w:val="20"/>
          <w:lang w:eastAsia="pl-PL"/>
        </w:rPr>
        <w:t>dostępnych w celu wykonania zamówienia publicznego</w:t>
      </w:r>
      <w:r w:rsidR="00BE5C4A">
        <w:rPr>
          <w:rFonts w:ascii="Cambria" w:eastAsia="TimesNewRoman" w:hAnsi="Cambria" w:cs="Times New Roman"/>
          <w:sz w:val="20"/>
          <w:szCs w:val="20"/>
          <w:lang w:eastAsia="pl-PL"/>
        </w:rPr>
        <w:t xml:space="preserve">: </w:t>
      </w:r>
    </w:p>
    <w:p w:rsidR="00BE5C4A" w:rsidRPr="00280ACC" w:rsidRDefault="00BE5C4A" w:rsidP="00BE5C4A">
      <w:pPr>
        <w:pStyle w:val="Akapitzlist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</w:p>
    <w:tbl>
      <w:tblPr>
        <w:tblW w:w="8658" w:type="dxa"/>
        <w:tblInd w:w="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"/>
        <w:gridCol w:w="2410"/>
        <w:gridCol w:w="1559"/>
        <w:gridCol w:w="3827"/>
      </w:tblGrid>
      <w:tr w:rsidR="00991B77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Nazw</w:t>
            </w:r>
            <w:r w:rsidR="009F7903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a narzędzi, wyposażenia zakładu, </w:t>
            </w: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urządzeń technicznych</w:t>
            </w:r>
            <w:r w:rsidR="009F7903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Liczba sztuk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991B77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991B77">
              <w:rPr>
                <w:rFonts w:ascii="Cambria" w:hAnsi="Cambria"/>
                <w:bCs/>
                <w:sz w:val="20"/>
                <w:szCs w:val="20"/>
              </w:rPr>
              <w:t xml:space="preserve">Informacja o podstawie dysponowania narzędziami, wyposażeniem zakładu </w:t>
            </w:r>
            <w:r w:rsidR="00AA5915">
              <w:rPr>
                <w:rFonts w:ascii="Cambria" w:hAnsi="Cambria"/>
                <w:bCs/>
                <w:sz w:val="20"/>
                <w:szCs w:val="20"/>
              </w:rPr>
              <w:br/>
            </w:r>
            <w:r w:rsidRPr="00991B77">
              <w:rPr>
                <w:rFonts w:ascii="Cambria" w:hAnsi="Cambria"/>
                <w:bCs/>
                <w:sz w:val="20"/>
                <w:szCs w:val="20"/>
              </w:rPr>
              <w:t>i urządzeniami technicznymi dostępnymi Wykonawcy w celu realizacji zamówienia</w:t>
            </w:r>
          </w:p>
        </w:tc>
      </w:tr>
      <w:tr w:rsidR="00991B77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AA5915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AA5915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1753C1" w:rsidRDefault="001753C1" w:rsidP="00280ACC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1753C1" w:rsidRPr="00550ED0" w:rsidRDefault="001753C1" w:rsidP="00550ED0">
      <w:pPr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2B12FD">
        <w:rPr>
          <w:rFonts w:ascii="Cambria" w:hAnsi="Cambria"/>
          <w:bCs/>
          <w:sz w:val="20"/>
          <w:szCs w:val="20"/>
        </w:rPr>
        <w:t>s</w:t>
      </w:r>
      <w:r w:rsidRPr="00550ED0">
        <w:rPr>
          <w:rFonts w:ascii="Cambria" w:hAnsi="Cambria"/>
          <w:sz w:val="20"/>
          <w:szCs w:val="20"/>
        </w:rPr>
        <w:t>posób sprawdzania efektów szkolenia:</w:t>
      </w:r>
    </w:p>
    <w:p w:rsidR="00550ED0" w:rsidRDefault="00550ED0" w:rsidP="00550ED0">
      <w:pPr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280ACC">
      <w:pPr>
        <w:autoSpaceDE w:val="0"/>
        <w:adjustRightInd w:val="0"/>
        <w:spacing w:line="360" w:lineRule="auto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550ED0">
        <w:rPr>
          <w:rFonts w:ascii="Cambria" w:hAnsi="Cambria"/>
          <w:b/>
          <w:bCs/>
          <w:color w:val="000000"/>
          <w:sz w:val="20"/>
          <w:szCs w:val="20"/>
        </w:rPr>
        <w:t>Wykaz doświadczenia kadry w zakresie realizacji tematyki szkolenia*</w:t>
      </w:r>
    </w:p>
    <w:tbl>
      <w:tblPr>
        <w:tblW w:w="9702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260"/>
        <w:gridCol w:w="2963"/>
        <w:gridCol w:w="1976"/>
        <w:gridCol w:w="1833"/>
      </w:tblGrid>
      <w:tr w:rsidR="00550ED0" w:rsidRPr="00550ED0" w:rsidTr="002B12FD">
        <w:trPr>
          <w:trHeight w:val="1535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550ED0" w:rsidRPr="00550ED0" w:rsidRDefault="00550ED0" w:rsidP="00E75B4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>Imię i nazwisko</w:t>
            </w:r>
            <w:r w:rsidR="00C22C41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550ED0">
              <w:rPr>
                <w:rFonts w:ascii="Cambria" w:hAnsi="Cambria"/>
                <w:sz w:val="16"/>
                <w:szCs w:val="16"/>
              </w:rPr>
              <w:t>(wyznaczonych osób do realizacji szkolenia</w:t>
            </w:r>
            <w:r w:rsidR="00C22C41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ED0" w:rsidRPr="00550ED0" w:rsidRDefault="00550ED0" w:rsidP="00550ED0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 xml:space="preserve">Doświadczenie 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(w tym daty, liczba i nazwa przeprowadzonych szkoleń</w:t>
            </w:r>
            <w:r w:rsidR="008D3FE7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550ED0">
              <w:rPr>
                <w:rFonts w:ascii="Cambria" w:hAnsi="Cambria"/>
                <w:sz w:val="16"/>
                <w:szCs w:val="16"/>
              </w:rPr>
              <w:br/>
              <w:t xml:space="preserve">w zakresie zgodnym 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z przedmiotem zamówienia)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 xml:space="preserve">Zakres wykonywanych czynności 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>Podstawa do dysponowania osobą, która będzie uczestniczyć w wykonaniu zamówienia</w:t>
            </w:r>
          </w:p>
        </w:tc>
      </w:tr>
      <w:tr w:rsidR="00550ED0" w:rsidRPr="00550ED0" w:rsidTr="00AA5915">
        <w:trPr>
          <w:trHeight w:val="39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317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353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40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2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spacing w:after="0" w:line="24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*w przypadku braku możliwości świadczenia usługi przez osobę wymienioną w wykazie kadry podstawowej  z przyczyn o obiektywnym charakterze np. choroba, kwarantanna, izolacja, rozwiązanie umowy itp. Wykonawca może zastąpić tę osobę inną osobą posiadającą, co najmniej takie samo doświadczenie jak osoba zastępowana, po uprzednim zawiadomieniu Zamawiającego i uzyskaniu jego akceptacji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550ED0">
        <w:rPr>
          <w:rFonts w:ascii="Cambria" w:hAnsi="Cambria"/>
          <w:b/>
          <w:bCs/>
          <w:color w:val="000000"/>
          <w:sz w:val="20"/>
          <w:szCs w:val="20"/>
        </w:rPr>
        <w:t>Organizacja i sposób wewnętrznego nadzoru przebiegu szkolenia, w celu podnoszenia jakości prowadzonych szkoleń:</w:t>
      </w:r>
    </w:p>
    <w:p w:rsidR="00550ED0" w:rsidRDefault="00641F31" w:rsidP="00550ED0">
      <w:pPr>
        <w:autoSpaceDE w:val="0"/>
        <w:adjustRightInd w:val="0"/>
        <w:spacing w:line="360" w:lineRule="auto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</w:t>
      </w:r>
      <w:r w:rsidR="00550ED0"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</w:t>
      </w:r>
    </w:p>
    <w:p w:rsidR="00641F31" w:rsidRDefault="00A461AF" w:rsidP="00641F31">
      <w:pPr>
        <w:autoSpaceDE w:val="0"/>
        <w:adjustRightInd w:val="0"/>
        <w:spacing w:line="360" w:lineRule="auto"/>
        <w:rPr>
          <w:rFonts w:ascii="Cambria" w:eastAsia="Times New Roman" w:hAnsi="Cambria" w:cs="Times New Roman"/>
          <w:b/>
          <w:bCs/>
          <w:kern w:val="32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4</w:t>
      </w:r>
      <w:r w:rsidR="00D53F6F" w:rsidRPr="00E0321E">
        <w:rPr>
          <w:rFonts w:ascii="Cambria" w:hAnsi="Cambria"/>
          <w:b/>
          <w:sz w:val="20"/>
          <w:szCs w:val="20"/>
        </w:rPr>
        <w:t xml:space="preserve">. </w:t>
      </w:r>
      <w:r w:rsidR="00641F31">
        <w:rPr>
          <w:rFonts w:ascii="Cambria" w:eastAsia="Times New Roman" w:hAnsi="Cambria" w:cs="Times New Roman"/>
          <w:b/>
          <w:bCs/>
          <w:kern w:val="32"/>
          <w:sz w:val="20"/>
          <w:szCs w:val="20"/>
        </w:rPr>
        <w:t>Rodzaj dokumentu wydanego absolwentowi szkolenia potwierdzającego ukończenie szkolenia i uzyskane k</w:t>
      </w:r>
      <w:r>
        <w:rPr>
          <w:rFonts w:ascii="Cambria" w:eastAsia="Times New Roman" w:hAnsi="Cambria" w:cs="Times New Roman"/>
          <w:b/>
          <w:bCs/>
          <w:kern w:val="32"/>
          <w:sz w:val="20"/>
          <w:szCs w:val="20"/>
        </w:rPr>
        <w:t>ompetencje</w:t>
      </w:r>
      <w:r w:rsidR="00641F31">
        <w:rPr>
          <w:rFonts w:ascii="Cambria" w:eastAsia="Times New Roman" w:hAnsi="Cambria" w:cs="Times New Roman"/>
          <w:b/>
          <w:bCs/>
          <w:kern w:val="32"/>
          <w:sz w:val="20"/>
          <w:szCs w:val="20"/>
        </w:rPr>
        <w:t>:</w:t>
      </w:r>
    </w:p>
    <w:p w:rsidR="00550ED0" w:rsidRDefault="00E0321E" w:rsidP="00641F31">
      <w:pPr>
        <w:autoSpaceDE w:val="0"/>
        <w:adjustRightInd w:val="0"/>
        <w:spacing w:line="360" w:lineRule="auto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....................................</w:t>
      </w: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</w:t>
      </w:r>
    </w:p>
    <w:p w:rsidR="00550ED0" w:rsidRPr="00550ED0" w:rsidRDefault="00A461AF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5</w:t>
      </w:r>
      <w:r w:rsidR="00550ED0" w:rsidRPr="00550ED0">
        <w:rPr>
          <w:rFonts w:ascii="Cambria" w:hAnsi="Cambria"/>
          <w:b/>
          <w:sz w:val="20"/>
          <w:szCs w:val="20"/>
        </w:rPr>
        <w:t>. Lokalizacja miejsca szkolenia wraz z podaniem dokładnego adresu</w:t>
      </w:r>
      <w:r w:rsidR="00FA4C73">
        <w:rPr>
          <w:rFonts w:ascii="Cambria" w:hAnsi="Cambria"/>
          <w:b/>
          <w:sz w:val="20"/>
          <w:szCs w:val="20"/>
        </w:rPr>
        <w:t>: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 w:rsidRPr="00550ED0">
        <w:rPr>
          <w:rFonts w:ascii="Cambria" w:hAnsi="Cambria"/>
          <w:b/>
          <w:sz w:val="20"/>
          <w:szCs w:val="20"/>
        </w:rPr>
        <w:t>- zajęcia teoretyczne………………………………………………………………………………………………………………………..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 w:rsidRPr="00550ED0">
        <w:rPr>
          <w:rFonts w:ascii="Cambria" w:hAnsi="Cambria"/>
          <w:b/>
          <w:sz w:val="20"/>
          <w:szCs w:val="20"/>
        </w:rPr>
        <w:t>- zajęcia praktyczne………………………………………………………………………………………………………………………...</w:t>
      </w:r>
    </w:p>
    <w:p w:rsidR="00550ED0" w:rsidRPr="00550ED0" w:rsidRDefault="00A461AF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6</w:t>
      </w:r>
      <w:r w:rsidR="00550ED0" w:rsidRPr="00550ED0">
        <w:rPr>
          <w:rFonts w:ascii="Cambria" w:hAnsi="Cambria"/>
          <w:b/>
          <w:sz w:val="20"/>
          <w:szCs w:val="20"/>
        </w:rPr>
        <w:t xml:space="preserve">.  </w:t>
      </w:r>
      <w:r w:rsidR="00550ED0" w:rsidRPr="00550ED0">
        <w:rPr>
          <w:rFonts w:ascii="Cambria" w:hAnsi="Cambria"/>
          <w:b/>
          <w:bCs/>
          <w:sz w:val="20"/>
          <w:szCs w:val="20"/>
        </w:rPr>
        <w:t xml:space="preserve">Liczba uczestników: </w:t>
      </w:r>
      <w:r w:rsidR="00E650D4">
        <w:rPr>
          <w:rFonts w:ascii="Cambria" w:hAnsi="Cambria"/>
          <w:b/>
          <w:bCs/>
          <w:sz w:val="20"/>
          <w:szCs w:val="20"/>
        </w:rPr>
        <w:t>7</w:t>
      </w:r>
      <w:r w:rsidR="00C450D7">
        <w:rPr>
          <w:rFonts w:ascii="Cambria" w:hAnsi="Cambria"/>
          <w:b/>
          <w:bCs/>
          <w:sz w:val="20"/>
          <w:szCs w:val="20"/>
        </w:rPr>
        <w:t xml:space="preserve"> osób</w:t>
      </w:r>
    </w:p>
    <w:p w:rsidR="00550ED0" w:rsidRPr="00550ED0" w:rsidRDefault="00A461AF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7</w:t>
      </w:r>
      <w:r w:rsidR="00550ED0" w:rsidRPr="00550ED0">
        <w:rPr>
          <w:rFonts w:ascii="Cambria" w:hAnsi="Cambria"/>
          <w:b/>
          <w:sz w:val="20"/>
          <w:szCs w:val="20"/>
        </w:rPr>
        <w:t xml:space="preserve">. </w:t>
      </w:r>
      <w:r w:rsidR="00550ED0" w:rsidRPr="00550ED0">
        <w:rPr>
          <w:rFonts w:ascii="Cambria" w:hAnsi="Cambria"/>
          <w:b/>
          <w:bCs/>
          <w:sz w:val="20"/>
          <w:szCs w:val="20"/>
        </w:rPr>
        <w:t>Ilość godzin zegarowych (60 minutowych) szkolenia ogółem na uczestnika: ……………………………</w:t>
      </w:r>
    </w:p>
    <w:p w:rsidR="00550ED0" w:rsidRPr="00550ED0" w:rsidRDefault="00A461AF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lastRenderedPageBreak/>
        <w:t>8</w:t>
      </w:r>
      <w:r w:rsidR="00550ED0" w:rsidRPr="00550ED0">
        <w:rPr>
          <w:rFonts w:ascii="Cambria" w:hAnsi="Cambria"/>
          <w:b/>
          <w:bCs/>
          <w:sz w:val="20"/>
          <w:szCs w:val="20"/>
        </w:rPr>
        <w:t>. Ilość dni ogółem na uczestnika: …………………</w:t>
      </w:r>
    </w:p>
    <w:p w:rsidR="00550ED0" w:rsidRDefault="00A461AF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9</w:t>
      </w:r>
      <w:r w:rsidR="00550ED0" w:rsidRPr="00550ED0">
        <w:rPr>
          <w:rFonts w:ascii="Cambria" w:hAnsi="Cambria"/>
          <w:b/>
          <w:bCs/>
          <w:sz w:val="20"/>
          <w:szCs w:val="20"/>
        </w:rPr>
        <w:t>.  Cena przeprowadzenia kursu dla jednej osoby: ………………….. zł.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1</w:t>
      </w:r>
      <w:r w:rsidR="00A461AF">
        <w:rPr>
          <w:rFonts w:ascii="Cambria" w:hAnsi="Cambria"/>
          <w:b/>
          <w:bCs/>
          <w:sz w:val="20"/>
          <w:szCs w:val="20"/>
        </w:rPr>
        <w:t>0</w:t>
      </w:r>
      <w:r w:rsidRPr="00550ED0">
        <w:rPr>
          <w:rFonts w:ascii="Cambria" w:hAnsi="Cambria"/>
          <w:b/>
          <w:bCs/>
          <w:sz w:val="20"/>
          <w:szCs w:val="20"/>
        </w:rPr>
        <w:t>. Cena kursu brut</w:t>
      </w:r>
      <w:r w:rsidR="008D3FE7">
        <w:rPr>
          <w:rFonts w:ascii="Cambria" w:hAnsi="Cambria"/>
          <w:b/>
          <w:bCs/>
          <w:sz w:val="20"/>
          <w:szCs w:val="20"/>
        </w:rPr>
        <w:t xml:space="preserve">to ogółem dla </w:t>
      </w:r>
      <w:r w:rsidR="00E650D4">
        <w:rPr>
          <w:rFonts w:ascii="Cambria" w:hAnsi="Cambria"/>
          <w:b/>
          <w:bCs/>
          <w:sz w:val="20"/>
          <w:szCs w:val="20"/>
        </w:rPr>
        <w:t>7</w:t>
      </w:r>
      <w:r w:rsidRPr="00550ED0">
        <w:rPr>
          <w:rFonts w:ascii="Cambria" w:hAnsi="Cambria"/>
          <w:b/>
          <w:bCs/>
          <w:sz w:val="20"/>
          <w:szCs w:val="20"/>
        </w:rPr>
        <w:t xml:space="preserve"> osób: ……………………………..zł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b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słownie:</w:t>
      </w:r>
      <w:r w:rsidRPr="00550ED0">
        <w:rPr>
          <w:rFonts w:ascii="Cambria" w:hAnsi="Cambria"/>
          <w:b/>
          <w:color w:val="000000"/>
          <w:sz w:val="20"/>
          <w:szCs w:val="20"/>
        </w:rPr>
        <w:t>…………………………………………………………………………………….......... zł</w:t>
      </w:r>
    </w:p>
    <w:p w:rsidR="00550ED0" w:rsidRPr="00550ED0" w:rsidRDefault="00D37CC6" w:rsidP="00D37CC6">
      <w:pPr>
        <w:autoSpaceDE w:val="0"/>
        <w:adjustRightInd w:val="0"/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 xml:space="preserve">  </w:t>
      </w:r>
    </w:p>
    <w:p w:rsidR="00550ED0" w:rsidRPr="00665C4B" w:rsidRDefault="00550ED0" w:rsidP="00665C4B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Cenę należy określić z dokładnością do dwóch miejsc po przecinku.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hAnsi="Cambria"/>
          <w:i/>
          <w:sz w:val="20"/>
          <w:szCs w:val="20"/>
        </w:rPr>
        <w:t>(miejscowość)</w:t>
      </w:r>
      <w:r w:rsidRPr="00550ED0">
        <w:rPr>
          <w:rFonts w:ascii="Cambria" w:hAnsi="Cambria"/>
          <w:sz w:val="20"/>
          <w:szCs w:val="20"/>
        </w:rPr>
        <w:t xml:space="preserve">                </w:t>
      </w:r>
      <w:r w:rsidRPr="00550ED0">
        <w:rPr>
          <w:rFonts w:ascii="Cambria" w:hAnsi="Cambria"/>
          <w:sz w:val="20"/>
          <w:szCs w:val="20"/>
        </w:rPr>
        <w:tab/>
      </w:r>
      <w:r w:rsidRPr="00550ED0"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uprawniającym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do występowania w obrocie prawnym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lub posiadającej pełnomocnictwo)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widowControl w:val="0"/>
        <w:tabs>
          <w:tab w:val="left" w:pos="568"/>
        </w:tabs>
        <w:suppressAutoHyphens/>
        <w:autoSpaceDN w:val="0"/>
        <w:spacing w:after="0" w:line="240" w:lineRule="auto"/>
        <w:ind w:left="284"/>
        <w:jc w:val="both"/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</w:pP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Oświadczamy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że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wypełniliśmy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obowiązki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informacyjne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przewidziane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art. 13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art. 14 RODO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>1)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wobec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osób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fizycznych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od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których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bezpośrednio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pozyskaliśmy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celu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ubiegania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się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o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udzielenie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zamówienia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publicznego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niniejszym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postępowaniu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.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 xml:space="preserve"> 2</w:t>
      </w:r>
      <w:r w:rsidRPr="00550ED0">
        <w:rPr>
          <w:rFonts w:ascii="Cambria" w:eastAsia="Times New Roman" w:hAnsi="Cambria" w:cs="Arial"/>
          <w:kern w:val="3"/>
          <w:sz w:val="16"/>
          <w:szCs w:val="16"/>
          <w:vertAlign w:val="superscript"/>
          <w:lang w:val="de-DE" w:eastAsia="ja-JP" w:bidi="fa-IR"/>
        </w:rPr>
        <w:t>)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284" w:hanging="142"/>
        <w:jc w:val="both"/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</w:pPr>
      <w:r w:rsidRPr="00550ED0">
        <w:rPr>
          <w:rFonts w:ascii="Cambria" w:eastAsia="Times New Roman" w:hAnsi="Cambria" w:cs="Arial"/>
          <w:kern w:val="3"/>
          <w:sz w:val="16"/>
          <w:szCs w:val="16"/>
          <w:vertAlign w:val="superscript"/>
          <w:lang w:val="de-DE" w:eastAsia="ja-JP" w:bidi="fa-IR"/>
        </w:rPr>
        <w:t xml:space="preserve"> 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>1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rozporządzenie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Parlamentu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Europejskiego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i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Rady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(UE) 2016/679 z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27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kwietnia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2016r.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sprawie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ochrony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osób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fizycznych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związku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z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przetwarzaniem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i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sprawie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swobodnego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przepływu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takich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oraz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uchylenia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dyrektywy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95/46/WE (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ogólne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rozporządzenie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o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ochronie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) (Dz.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Urz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. UE L 119 z 04.05.2016, str. 1).</w:t>
      </w:r>
    </w:p>
    <w:p w:rsidR="00550ED0" w:rsidRPr="001B4479" w:rsidRDefault="00550ED0" w:rsidP="001B4479">
      <w:pPr>
        <w:widowControl w:val="0"/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</w:pP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 xml:space="preserve"> 2 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przypadku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gdy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Wykonawca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nie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przekazuje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niż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bezpośrednio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jego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dotyczących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zachodzi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wyłączenie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stosowania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obowiązku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informacyjnego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stosownie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do art. 13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ust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. 4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art. 14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ust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. 5 RODO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treści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oświadczenia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Wykonawca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nie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składa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(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usunięcie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treści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oświadczenia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np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.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przez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jego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wykreślenie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).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550ED0" w:rsidRPr="00550ED0" w:rsidRDefault="00550ED0" w:rsidP="00D60739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hAnsi="Cambria"/>
          <w:i/>
          <w:sz w:val="20"/>
          <w:szCs w:val="20"/>
        </w:rPr>
        <w:t>(miejscowość)</w:t>
      </w:r>
      <w:r w:rsidRPr="00550ED0">
        <w:rPr>
          <w:rFonts w:ascii="Cambria" w:hAnsi="Cambria"/>
          <w:sz w:val="20"/>
          <w:szCs w:val="20"/>
        </w:rPr>
        <w:t xml:space="preserve">                </w:t>
      </w:r>
      <w:r w:rsidRPr="00550ED0">
        <w:rPr>
          <w:rFonts w:ascii="Cambria" w:hAnsi="Cambria"/>
          <w:sz w:val="20"/>
          <w:szCs w:val="20"/>
        </w:rPr>
        <w:tab/>
      </w:r>
      <w:r w:rsidRPr="00550ED0">
        <w:rPr>
          <w:rFonts w:ascii="Cambria" w:hAnsi="Cambria"/>
          <w:i/>
          <w:sz w:val="20"/>
          <w:szCs w:val="20"/>
        </w:rPr>
        <w:t xml:space="preserve">                                                                       </w:t>
      </w:r>
      <w:r w:rsidR="00D60739">
        <w:rPr>
          <w:rFonts w:ascii="Cambria" w:hAnsi="Cambria"/>
          <w:i/>
          <w:sz w:val="20"/>
          <w:szCs w:val="20"/>
        </w:rPr>
        <w:tab/>
        <w:t xml:space="preserve">           </w:t>
      </w:r>
      <w:r w:rsidRPr="00550ED0">
        <w:rPr>
          <w:rFonts w:ascii="Cambria" w:hAnsi="Cambria"/>
          <w:i/>
          <w:sz w:val="20"/>
          <w:szCs w:val="20"/>
        </w:rPr>
        <w:t xml:space="preserve">  </w:t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</w:t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>uprawniającym do</w:t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występowania w                                            </w:t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  <w:t>obrocie prawnym</w:t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lub posiadającej </w:t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>pełnomocnictwo)</w:t>
      </w: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  <w:r w:rsidRPr="00550ED0">
        <w:rPr>
          <w:rFonts w:ascii="Cambria" w:hAnsi="Cambria"/>
          <w:i/>
          <w:sz w:val="20"/>
          <w:szCs w:val="20"/>
        </w:rPr>
        <w:t xml:space="preserve">    </w:t>
      </w:r>
    </w:p>
    <w:p w:rsidR="00550ED0" w:rsidRPr="00550ED0" w:rsidRDefault="00550ED0" w:rsidP="00550ED0">
      <w:pPr>
        <w:autoSpaceDE w:val="0"/>
        <w:adjustRightInd w:val="0"/>
        <w:spacing w:line="360" w:lineRule="auto"/>
        <w:jc w:val="both"/>
        <w:rPr>
          <w:rFonts w:ascii="Cambria" w:hAnsi="Cambria"/>
          <w:b/>
          <w:bCs/>
          <w:i/>
          <w:sz w:val="20"/>
          <w:szCs w:val="20"/>
          <w:u w:val="single"/>
        </w:rPr>
      </w:pPr>
      <w:r w:rsidRPr="00550ED0">
        <w:rPr>
          <w:rFonts w:ascii="Cambria" w:hAnsi="Cambria"/>
          <w:b/>
          <w:bCs/>
          <w:i/>
          <w:sz w:val="20"/>
          <w:szCs w:val="20"/>
          <w:u w:val="single"/>
        </w:rPr>
        <w:t>UWAGA! KAŻDE POLE FORMULARZA OFERTY NALEŻY OBOWIĄZKOWO WYPEŁNIĆ!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Oferta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winna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być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złożona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formie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lub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postaci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opatrzonej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zaufanym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osobistymlub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kwalifikowanym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.</w:t>
      </w:r>
    </w:p>
    <w:p w:rsidR="00BA1FD9" w:rsidRDefault="00BA1FD9"/>
    <w:sectPr w:rsidR="00BA1FD9" w:rsidSect="00411D0F">
      <w:headerReference w:type="default" r:id="rId9"/>
      <w:footerReference w:type="default" r:id="rId10"/>
      <w:pgSz w:w="11906" w:h="16838"/>
      <w:pgMar w:top="1417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F6F" w:rsidRDefault="00D53F6F" w:rsidP="001753C1">
      <w:pPr>
        <w:spacing w:after="0" w:line="240" w:lineRule="auto"/>
      </w:pPr>
      <w:r>
        <w:separator/>
      </w:r>
    </w:p>
  </w:endnote>
  <w:endnote w:type="continuationSeparator" w:id="0">
    <w:p w:rsidR="00D53F6F" w:rsidRDefault="00D53F6F" w:rsidP="00175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charset w:val="80"/>
    <w:family w:val="auto"/>
    <w:pitch w:val="default"/>
    <w:sig w:usb0="00000005" w:usb1="08070000" w:usb2="00000010" w:usb3="00000000" w:csb0="00020002" w:csb1="00000000"/>
  </w:font>
  <w:font w:name="Calib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D0F" w:rsidRDefault="00411D0F">
    <w:pPr>
      <w:pStyle w:val="Stopka"/>
    </w:pPr>
    <w:r>
      <w:rPr>
        <w:noProof/>
        <w:lang w:eastAsia="pl-PL"/>
      </w:rPr>
      <w:drawing>
        <wp:inline distT="0" distB="0" distL="0" distR="0" wp14:anchorId="17717E42" wp14:editId="78057461">
          <wp:extent cx="5755640" cy="807085"/>
          <wp:effectExtent l="0" t="0" r="0" b="0"/>
          <wp:docPr id="2" name="Obraz 2" descr="W:\Edyta Kamińska\EFS+\Logotypy FEL 2021-2027\FEL_logotyp_monochrom_pozi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Edyta Kamińska\EFS+\Logotypy FEL 2021-2027\FEL_logotyp_monochrom_pozi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F6F" w:rsidRDefault="00D53F6F" w:rsidP="001753C1">
      <w:pPr>
        <w:spacing w:after="0" w:line="240" w:lineRule="auto"/>
      </w:pPr>
      <w:r>
        <w:separator/>
      </w:r>
    </w:p>
  </w:footnote>
  <w:footnote w:type="continuationSeparator" w:id="0">
    <w:p w:rsidR="00D53F6F" w:rsidRDefault="00D53F6F" w:rsidP="00175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F6F" w:rsidRPr="00B11386" w:rsidRDefault="00D53F6F" w:rsidP="00B11386">
    <w:pPr>
      <w:ind w:firstLine="142"/>
      <w:rPr>
        <w:rFonts w:ascii="Caliber" w:eastAsia="Calibri" w:hAnsi="Caliber" w:cs="Tahoma"/>
        <w:b/>
        <w:bCs/>
        <w:sz w:val="20"/>
        <w:szCs w:val="20"/>
      </w:rPr>
    </w:pPr>
  </w:p>
  <w:p w:rsidR="00D53F6F" w:rsidRPr="00B11386" w:rsidRDefault="00D53F6F" w:rsidP="00B11386">
    <w:pPr>
      <w:ind w:firstLine="142"/>
      <w:rPr>
        <w:rFonts w:ascii="Caliber" w:eastAsia="Calibri" w:hAnsi="Caliber" w:cs="Tahoma"/>
        <w:b/>
        <w:bCs/>
        <w:i/>
        <w:sz w:val="20"/>
        <w:szCs w:val="20"/>
      </w:rPr>
    </w:pPr>
    <w:r>
      <w:rPr>
        <w:rFonts w:ascii="Caliber" w:eastAsia="Calibri" w:hAnsi="Caliber" w:cs="Tahoma"/>
        <w:b/>
        <w:bCs/>
        <w:sz w:val="20"/>
        <w:szCs w:val="20"/>
      </w:rPr>
      <w:t>CAZ.SZ.271-</w:t>
    </w:r>
    <w:r w:rsidR="00D60739">
      <w:rPr>
        <w:rFonts w:ascii="Caliber" w:eastAsia="Calibri" w:hAnsi="Caliber" w:cs="Tahoma"/>
        <w:b/>
        <w:bCs/>
        <w:sz w:val="20"/>
        <w:szCs w:val="20"/>
      </w:rPr>
      <w:t>5</w:t>
    </w:r>
    <w:r w:rsidRPr="00B11386">
      <w:rPr>
        <w:rFonts w:ascii="Caliber" w:eastAsia="Calibri" w:hAnsi="Caliber" w:cs="Tahoma"/>
        <w:b/>
        <w:bCs/>
        <w:sz w:val="20"/>
        <w:szCs w:val="20"/>
      </w:rPr>
      <w:t>/2</w:t>
    </w:r>
    <w:r w:rsidR="00C450D7">
      <w:rPr>
        <w:rFonts w:ascii="Caliber" w:eastAsia="Calibri" w:hAnsi="Caliber" w:cs="Tahoma"/>
        <w:b/>
        <w:bCs/>
        <w:sz w:val="20"/>
        <w:szCs w:val="20"/>
      </w:rPr>
      <w:t>5</w:t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b/>
        <w:bCs/>
        <w:i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ED0"/>
    <w:rsid w:val="00092E51"/>
    <w:rsid w:val="000D672C"/>
    <w:rsid w:val="00103432"/>
    <w:rsid w:val="00152C59"/>
    <w:rsid w:val="00157B6F"/>
    <w:rsid w:val="00162A79"/>
    <w:rsid w:val="001753C1"/>
    <w:rsid w:val="001B4479"/>
    <w:rsid w:val="001C3618"/>
    <w:rsid w:val="002134F0"/>
    <w:rsid w:val="00280ACC"/>
    <w:rsid w:val="002B12FD"/>
    <w:rsid w:val="0038713F"/>
    <w:rsid w:val="003C3960"/>
    <w:rsid w:val="003C5D7A"/>
    <w:rsid w:val="00411D0F"/>
    <w:rsid w:val="00456393"/>
    <w:rsid w:val="00480495"/>
    <w:rsid w:val="00550ED0"/>
    <w:rsid w:val="00564CD3"/>
    <w:rsid w:val="00641F31"/>
    <w:rsid w:val="00665C4B"/>
    <w:rsid w:val="0078207A"/>
    <w:rsid w:val="007C14F8"/>
    <w:rsid w:val="007C46A0"/>
    <w:rsid w:val="00852163"/>
    <w:rsid w:val="00886554"/>
    <w:rsid w:val="008A270B"/>
    <w:rsid w:val="008C6086"/>
    <w:rsid w:val="008D3FE7"/>
    <w:rsid w:val="008D44BE"/>
    <w:rsid w:val="00991B77"/>
    <w:rsid w:val="009A62C3"/>
    <w:rsid w:val="009F7903"/>
    <w:rsid w:val="00A461AF"/>
    <w:rsid w:val="00AA5915"/>
    <w:rsid w:val="00AA7B2B"/>
    <w:rsid w:val="00B11386"/>
    <w:rsid w:val="00BA1FD9"/>
    <w:rsid w:val="00BE5C4A"/>
    <w:rsid w:val="00C22C41"/>
    <w:rsid w:val="00C450D7"/>
    <w:rsid w:val="00C57D59"/>
    <w:rsid w:val="00C72214"/>
    <w:rsid w:val="00D37CC6"/>
    <w:rsid w:val="00D53F6F"/>
    <w:rsid w:val="00D60739"/>
    <w:rsid w:val="00D83826"/>
    <w:rsid w:val="00DE6E04"/>
    <w:rsid w:val="00E0321E"/>
    <w:rsid w:val="00E650D4"/>
    <w:rsid w:val="00E75B47"/>
    <w:rsid w:val="00EA572A"/>
    <w:rsid w:val="00EE4D19"/>
    <w:rsid w:val="00F97C26"/>
    <w:rsid w:val="00FA4C73"/>
    <w:rsid w:val="00FC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3C1"/>
  </w:style>
  <w:style w:type="paragraph" w:styleId="Stopka">
    <w:name w:val="footer"/>
    <w:basedOn w:val="Normalny"/>
    <w:link w:val="Stopka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3C1"/>
  </w:style>
  <w:style w:type="paragraph" w:styleId="Akapitzlist">
    <w:name w:val="List Paragraph"/>
    <w:basedOn w:val="Normalny"/>
    <w:uiPriority w:val="34"/>
    <w:qFormat/>
    <w:rsid w:val="001753C1"/>
    <w:pPr>
      <w:ind w:left="720"/>
      <w:contextualSpacing/>
    </w:pPr>
  </w:style>
  <w:style w:type="paragraph" w:customStyle="1" w:styleId="ZnakZnak">
    <w:name w:val="Znak Znak"/>
    <w:basedOn w:val="Normalny"/>
    <w:rsid w:val="00280ACC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C4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3C1"/>
  </w:style>
  <w:style w:type="paragraph" w:styleId="Stopka">
    <w:name w:val="footer"/>
    <w:basedOn w:val="Normalny"/>
    <w:link w:val="Stopka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3C1"/>
  </w:style>
  <w:style w:type="paragraph" w:styleId="Akapitzlist">
    <w:name w:val="List Paragraph"/>
    <w:basedOn w:val="Normalny"/>
    <w:uiPriority w:val="34"/>
    <w:qFormat/>
    <w:rsid w:val="001753C1"/>
    <w:pPr>
      <w:ind w:left="720"/>
      <w:contextualSpacing/>
    </w:pPr>
  </w:style>
  <w:style w:type="paragraph" w:customStyle="1" w:styleId="ZnakZnak">
    <w:name w:val="Znak Znak"/>
    <w:basedOn w:val="Normalny"/>
    <w:rsid w:val="00280ACC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C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8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604D7-7978-4B87-90B6-01CA4D680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6A6D4D62</Template>
  <TotalTime>13</TotalTime>
  <Pages>4</Pages>
  <Words>1595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11</cp:revision>
  <cp:lastPrinted>2024-03-06T11:58:00Z</cp:lastPrinted>
  <dcterms:created xsi:type="dcterms:W3CDTF">2025-03-13T11:14:00Z</dcterms:created>
  <dcterms:modified xsi:type="dcterms:W3CDTF">2025-10-07T07:43:00Z</dcterms:modified>
</cp:coreProperties>
</file>